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1B5527" w:rsidRDefault="001B5527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28045B" w:rsidRDefault="0028045B" w:rsidP="0028045B"/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B62B3E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Pr="00B62B3E">
        <w:rPr>
          <w:sz w:val="28"/>
          <w:u w:val="single"/>
        </w:rPr>
        <w:t>15.11.2018</w:t>
      </w:r>
      <w:r w:rsidR="0028045B">
        <w:rPr>
          <w:sz w:val="28"/>
        </w:rPr>
        <w:t xml:space="preserve">          </w:t>
      </w:r>
      <w:r w:rsidR="001B5527">
        <w:rPr>
          <w:sz w:val="28"/>
        </w:rPr>
        <w:t xml:space="preserve">                                  </w:t>
      </w:r>
      <w:r w:rsidR="00622E47">
        <w:rPr>
          <w:sz w:val="28"/>
        </w:rPr>
        <w:t xml:space="preserve">                                    </w:t>
      </w:r>
      <w:r w:rsidR="0028045B">
        <w:rPr>
          <w:sz w:val="28"/>
        </w:rPr>
        <w:t xml:space="preserve">№ </w:t>
      </w:r>
      <w:r w:rsidR="001B5527">
        <w:rPr>
          <w:sz w:val="28"/>
        </w:rPr>
        <w:t xml:space="preserve"> </w:t>
      </w:r>
      <w:r w:rsidRPr="00B62B3E">
        <w:rPr>
          <w:sz w:val="28"/>
          <w:u w:val="single"/>
        </w:rPr>
        <w:t>46</w:t>
      </w:r>
      <w:r w:rsidR="009E51C8">
        <w:rPr>
          <w:sz w:val="28"/>
        </w:rPr>
        <w:tab/>
      </w:r>
      <w:r w:rsidR="009E51C8">
        <w:rPr>
          <w:sz w:val="28"/>
        </w:rPr>
        <w:tab/>
        <w:t xml:space="preserve">       </w:t>
      </w:r>
      <w:r w:rsidR="00E84432">
        <w:rPr>
          <w:sz w:val="28"/>
        </w:rPr>
        <w:t xml:space="preserve">              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B62B3E" w:rsidRDefault="00B62B3E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изменения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48671F">
        <w:rPr>
          <w:sz w:val="28"/>
        </w:rPr>
        <w:t>8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  <w:r>
        <w:rPr>
          <w:sz w:val="28"/>
        </w:rPr>
        <w:t xml:space="preserve"> </w:t>
      </w:r>
      <w:r w:rsidR="009D0475"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622E47">
        <w:rPr>
          <w:sz w:val="28"/>
        </w:rPr>
        <w:t>32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622E47">
        <w:rPr>
          <w:sz w:val="28"/>
        </w:rPr>
        <w:t>2</w:t>
      </w:r>
      <w:r w:rsidR="00372649">
        <w:rPr>
          <w:sz w:val="28"/>
        </w:rPr>
        <w:t>.12.201</w:t>
      </w:r>
      <w:r w:rsidR="00622E47">
        <w:rPr>
          <w:sz w:val="28"/>
        </w:rPr>
        <w:t>7</w:t>
      </w:r>
      <w:r w:rsidR="001D118F">
        <w:rPr>
          <w:sz w:val="28"/>
        </w:rPr>
        <w:t xml:space="preserve"> № </w:t>
      </w:r>
      <w:r w:rsidR="00622E47">
        <w:rPr>
          <w:sz w:val="28"/>
        </w:rPr>
        <w:t>537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622E47">
        <w:rPr>
          <w:sz w:val="28"/>
          <w:szCs w:val="28"/>
        </w:rPr>
        <w:t>8</w:t>
      </w:r>
      <w:r w:rsidRPr="007C3A87">
        <w:rPr>
          <w:sz w:val="28"/>
          <w:szCs w:val="28"/>
        </w:rPr>
        <w:t xml:space="preserve"> год</w:t>
      </w:r>
      <w:r w:rsidR="0039496C">
        <w:rPr>
          <w:sz w:val="28"/>
          <w:szCs w:val="28"/>
        </w:rPr>
        <w:t xml:space="preserve"> и на плановый период 201</w:t>
      </w:r>
      <w:r w:rsidR="00622E47">
        <w:rPr>
          <w:sz w:val="28"/>
          <w:szCs w:val="28"/>
        </w:rPr>
        <w:t>9</w:t>
      </w:r>
      <w:r w:rsidR="0039496C">
        <w:rPr>
          <w:sz w:val="28"/>
          <w:szCs w:val="28"/>
        </w:rPr>
        <w:t xml:space="preserve"> и 20</w:t>
      </w:r>
      <w:r w:rsidR="00622E47">
        <w:rPr>
          <w:sz w:val="28"/>
          <w:szCs w:val="28"/>
        </w:rPr>
        <w:t>20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Default="0039496C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</w:t>
      </w:r>
      <w:r w:rsidR="000A348E">
        <w:rPr>
          <w:sz w:val="28"/>
        </w:rPr>
        <w:t>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</w:t>
      </w:r>
      <w:r w:rsidR="00AE7C05" w:rsidRPr="00AE7C05">
        <w:rPr>
          <w:sz w:val="28"/>
        </w:rPr>
        <w:t xml:space="preserve"> </w:t>
      </w:r>
      <w:r>
        <w:rPr>
          <w:sz w:val="28"/>
        </w:rPr>
        <w:t>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</w:t>
      </w:r>
      <w:r w:rsidR="00AE7C05" w:rsidRPr="00AE7C05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410D3D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622E47">
        <w:rPr>
          <w:sz w:val="28"/>
        </w:rPr>
        <w:t>8</w:t>
      </w:r>
      <w:r>
        <w:rPr>
          <w:sz w:val="28"/>
        </w:rPr>
        <w:t xml:space="preserve"> год:</w:t>
      </w:r>
    </w:p>
    <w:p w:rsidR="009F617F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F077A0">
        <w:rPr>
          <w:rFonts w:ascii="Times New Roman CYR" w:hAnsi="Times New Roman CYR" w:cs="Times New Roman CYR"/>
          <w:sz w:val="28"/>
          <w:szCs w:val="28"/>
        </w:rPr>
        <w:t>23</w:t>
      </w:r>
      <w:r w:rsidR="00A6629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F617F">
        <w:rPr>
          <w:rFonts w:ascii="Times New Roman CYR" w:hAnsi="Times New Roman CYR" w:cs="Times New Roman CYR"/>
          <w:sz w:val="28"/>
          <w:szCs w:val="28"/>
        </w:rPr>
        <w:t>Управление дорожного хозяйства</w:t>
      </w:r>
      <w:r w:rsidR="000F6BB6">
        <w:rPr>
          <w:rFonts w:ascii="Times New Roman CYR" w:hAnsi="Times New Roman CYR" w:cs="Times New Roman CYR"/>
          <w:sz w:val="28"/>
          <w:szCs w:val="28"/>
        </w:rPr>
        <w:t xml:space="preserve"> и строительства</w:t>
      </w:r>
      <w:r w:rsidR="009F617F">
        <w:rPr>
          <w:rFonts w:ascii="Times New Roman CYR" w:hAnsi="Times New Roman CYR" w:cs="Times New Roman CYR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дополнить код</w:t>
      </w:r>
      <w:r w:rsidR="000D7F3E">
        <w:rPr>
          <w:rFonts w:ascii="Times New Roman CYR" w:hAnsi="Times New Roman CYR" w:cs="Times New Roman CYR"/>
          <w:sz w:val="28"/>
          <w:szCs w:val="28"/>
        </w:rPr>
        <w:t>ами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местного бюджета следующего содержания:</w:t>
      </w:r>
      <w:r w:rsidR="009D047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D7F3E" w:rsidRDefault="000D7F3E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39496C" w:rsidRPr="0047430F" w:rsidTr="00622E47">
        <w:trPr>
          <w:trHeight w:val="855"/>
        </w:trPr>
        <w:tc>
          <w:tcPr>
            <w:tcW w:w="3652" w:type="dxa"/>
            <w:shd w:val="clear" w:color="auto" w:fill="auto"/>
          </w:tcPr>
          <w:p w:rsidR="00EC3D8D" w:rsidRPr="0047430F" w:rsidRDefault="000D7F3E" w:rsidP="00F55D8A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923 1 11 05034 04 1000 120</w:t>
            </w:r>
          </w:p>
        </w:tc>
        <w:tc>
          <w:tcPr>
            <w:tcW w:w="5987" w:type="dxa"/>
            <w:shd w:val="clear" w:color="auto" w:fill="auto"/>
          </w:tcPr>
          <w:p w:rsidR="00622E47" w:rsidRDefault="000D7F3E" w:rsidP="0028045B">
            <w:pPr>
              <w:ind w:right="140"/>
              <w:jc w:val="both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7331F8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 CYR" w:hAnsi="Times New Roman CYR" w:cs="Times New Roman CYR"/>
                <w:iCs/>
                <w:sz w:val="28"/>
                <w:szCs w:val="28"/>
              </w:rPr>
              <w:t xml:space="preserve"> (сумма платежа)</w:t>
            </w:r>
          </w:p>
          <w:p w:rsidR="000D7F3E" w:rsidRDefault="000D7F3E" w:rsidP="0028045B">
            <w:pPr>
              <w:ind w:right="140"/>
              <w:jc w:val="both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</w:p>
          <w:p w:rsidR="000D7F3E" w:rsidRPr="0047430F" w:rsidRDefault="000D7F3E" w:rsidP="0028045B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22E47" w:rsidRPr="0047430F" w:rsidTr="00622E47">
        <w:trPr>
          <w:trHeight w:val="717"/>
        </w:trPr>
        <w:tc>
          <w:tcPr>
            <w:tcW w:w="3652" w:type="dxa"/>
            <w:shd w:val="clear" w:color="auto" w:fill="auto"/>
          </w:tcPr>
          <w:p w:rsidR="00622E47" w:rsidRPr="0047430F" w:rsidRDefault="000D7F3E" w:rsidP="00F55D8A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923 1 11 05034 04 2000 120</w:t>
            </w:r>
          </w:p>
        </w:tc>
        <w:tc>
          <w:tcPr>
            <w:tcW w:w="5987" w:type="dxa"/>
            <w:shd w:val="clear" w:color="auto" w:fill="auto"/>
          </w:tcPr>
          <w:p w:rsidR="00622E47" w:rsidRDefault="000D7F3E" w:rsidP="00622E47">
            <w:pPr>
              <w:ind w:right="140"/>
              <w:jc w:val="both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7331F8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 CYR" w:hAnsi="Times New Roman CYR" w:cs="Times New Roman CYR"/>
                <w:iCs/>
                <w:sz w:val="28"/>
                <w:szCs w:val="28"/>
              </w:rPr>
              <w:t xml:space="preserve"> (пени и проценты)</w:t>
            </w:r>
          </w:p>
          <w:p w:rsidR="000D7F3E" w:rsidRPr="0047430F" w:rsidRDefault="000D7F3E" w:rsidP="00622E47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0D7F3E" w:rsidRDefault="000D7F3E" w:rsidP="00863179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9E51C8" w:rsidP="00863179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прогнозирования 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Т.В. </w:t>
      </w:r>
      <w:proofErr w:type="spellStart"/>
      <w:r w:rsidR="00A0560E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главного   администратора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F617F" w:rsidRDefault="009D0475" w:rsidP="000D7F3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8B1738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8B1738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622E47">
        <w:rPr>
          <w:rFonts w:ascii="Times New Roman CYR" w:hAnsi="Times New Roman CYR" w:cs="Times New Roman CYR"/>
          <w:sz w:val="28"/>
          <w:szCs w:val="28"/>
        </w:rPr>
        <w:t>8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C0EDD">
        <w:rPr>
          <w:rFonts w:ascii="Times New Roman CYR" w:hAnsi="Times New Roman CYR" w:cs="Times New Roman CYR"/>
          <w:sz w:val="28"/>
          <w:szCs w:val="28"/>
        </w:rPr>
        <w:t xml:space="preserve">Управление Федерального казначейства по Смоленской области                                и </w:t>
      </w:r>
      <w:r w:rsidR="009E51C8">
        <w:rPr>
          <w:rFonts w:ascii="Times New Roman CYR" w:hAnsi="Times New Roman CYR" w:cs="Times New Roman CYR"/>
          <w:sz w:val="28"/>
          <w:szCs w:val="28"/>
        </w:rPr>
        <w:t>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0D7F3E">
        <w:rPr>
          <w:rFonts w:ascii="Times New Roman CYR" w:hAnsi="Times New Roman CYR" w:cs="Times New Roman CYR"/>
          <w:sz w:val="28"/>
          <w:szCs w:val="28"/>
        </w:rPr>
        <w:t>е</w:t>
      </w:r>
      <w:r w:rsidR="009F617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0D7F3E">
        <w:rPr>
          <w:rFonts w:ascii="Times New Roman CYR" w:hAnsi="Times New Roman CYR" w:cs="Times New Roman CYR"/>
          <w:sz w:val="28"/>
          <w:szCs w:val="28"/>
        </w:rPr>
        <w:t>ы</w:t>
      </w:r>
      <w:r w:rsidR="009F229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до сведения получателей.</w:t>
      </w: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52E82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9F2297">
        <w:rPr>
          <w:sz w:val="28"/>
        </w:rPr>
        <w:t xml:space="preserve">                  </w:t>
      </w:r>
      <w:r w:rsidR="006B2A03">
        <w:rPr>
          <w:sz w:val="28"/>
        </w:rPr>
        <w:t xml:space="preserve">         </w:t>
      </w:r>
      <w:r w:rsidR="009F2297">
        <w:rPr>
          <w:sz w:val="28"/>
        </w:rPr>
        <w:t xml:space="preserve"> </w:t>
      </w:r>
      <w:r w:rsidR="00622E47">
        <w:rPr>
          <w:sz w:val="28"/>
        </w:rPr>
        <w:t xml:space="preserve"> 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C3D8D">
      <w:headerReference w:type="even" r:id="rId7"/>
      <w:headerReference w:type="default" r:id="rId8"/>
      <w:pgSz w:w="11906" w:h="16838" w:code="9"/>
      <w:pgMar w:top="426" w:right="567" w:bottom="99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71F" w:rsidRDefault="0048671F">
      <w:r>
        <w:separator/>
      </w:r>
    </w:p>
  </w:endnote>
  <w:endnote w:type="continuationSeparator" w:id="1">
    <w:p w:rsidR="0048671F" w:rsidRDefault="00486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71F" w:rsidRDefault="0048671F">
      <w:r>
        <w:separator/>
      </w:r>
    </w:p>
  </w:footnote>
  <w:footnote w:type="continuationSeparator" w:id="1">
    <w:p w:rsidR="0048671F" w:rsidRDefault="004867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71F" w:rsidRDefault="00A76EC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671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671F" w:rsidRDefault="0048671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71F" w:rsidRDefault="00A76EC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671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62B3E">
      <w:rPr>
        <w:rStyle w:val="ab"/>
        <w:noProof/>
      </w:rPr>
      <w:t>2</w:t>
    </w:r>
    <w:r>
      <w:rPr>
        <w:rStyle w:val="ab"/>
      </w:rPr>
      <w:fldChar w:fldCharType="end"/>
    </w:r>
  </w:p>
  <w:p w:rsidR="0048671F" w:rsidRDefault="0048671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4157F"/>
    <w:rsid w:val="00052E82"/>
    <w:rsid w:val="00087DFD"/>
    <w:rsid w:val="000A348E"/>
    <w:rsid w:val="000D7F3E"/>
    <w:rsid w:val="000E0417"/>
    <w:rsid w:val="000E3B15"/>
    <w:rsid w:val="000F5755"/>
    <w:rsid w:val="000F5AC8"/>
    <w:rsid w:val="000F6BB6"/>
    <w:rsid w:val="001014D2"/>
    <w:rsid w:val="00110E75"/>
    <w:rsid w:val="00140AFF"/>
    <w:rsid w:val="00144057"/>
    <w:rsid w:val="00146EF8"/>
    <w:rsid w:val="0015327C"/>
    <w:rsid w:val="001B42CF"/>
    <w:rsid w:val="001B5527"/>
    <w:rsid w:val="001D118F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A3E82"/>
    <w:rsid w:val="0041040F"/>
    <w:rsid w:val="00410D3D"/>
    <w:rsid w:val="00427530"/>
    <w:rsid w:val="00445EBD"/>
    <w:rsid w:val="004626F9"/>
    <w:rsid w:val="0047430F"/>
    <w:rsid w:val="004748EE"/>
    <w:rsid w:val="0048671F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B2A03"/>
    <w:rsid w:val="006F5C07"/>
    <w:rsid w:val="006F6157"/>
    <w:rsid w:val="006F745B"/>
    <w:rsid w:val="0071282C"/>
    <w:rsid w:val="007241F2"/>
    <w:rsid w:val="007411B7"/>
    <w:rsid w:val="00753C35"/>
    <w:rsid w:val="00763D59"/>
    <w:rsid w:val="007724A7"/>
    <w:rsid w:val="00782744"/>
    <w:rsid w:val="007B1CB2"/>
    <w:rsid w:val="007C4F6A"/>
    <w:rsid w:val="007D1482"/>
    <w:rsid w:val="007E6D42"/>
    <w:rsid w:val="00802349"/>
    <w:rsid w:val="008044F6"/>
    <w:rsid w:val="00812212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E5023"/>
    <w:rsid w:val="008E7BA2"/>
    <w:rsid w:val="00900B1D"/>
    <w:rsid w:val="009151D3"/>
    <w:rsid w:val="00915270"/>
    <w:rsid w:val="00925C58"/>
    <w:rsid w:val="00930AE6"/>
    <w:rsid w:val="00977E1C"/>
    <w:rsid w:val="0098041C"/>
    <w:rsid w:val="00982DC4"/>
    <w:rsid w:val="009835D9"/>
    <w:rsid w:val="009852B3"/>
    <w:rsid w:val="009B7F39"/>
    <w:rsid w:val="009C1BA0"/>
    <w:rsid w:val="009D0475"/>
    <w:rsid w:val="009D3CF4"/>
    <w:rsid w:val="009E14D3"/>
    <w:rsid w:val="009E51C8"/>
    <w:rsid w:val="009F0B94"/>
    <w:rsid w:val="009F2297"/>
    <w:rsid w:val="009F617F"/>
    <w:rsid w:val="00A0560E"/>
    <w:rsid w:val="00A544BF"/>
    <w:rsid w:val="00A55979"/>
    <w:rsid w:val="00A66293"/>
    <w:rsid w:val="00A76EC5"/>
    <w:rsid w:val="00A83663"/>
    <w:rsid w:val="00A87BF1"/>
    <w:rsid w:val="00AC0F47"/>
    <w:rsid w:val="00AC5741"/>
    <w:rsid w:val="00AE77C8"/>
    <w:rsid w:val="00AE7C05"/>
    <w:rsid w:val="00B10B68"/>
    <w:rsid w:val="00B11762"/>
    <w:rsid w:val="00B62B3E"/>
    <w:rsid w:val="00B65089"/>
    <w:rsid w:val="00B7398E"/>
    <w:rsid w:val="00BA6032"/>
    <w:rsid w:val="00C22604"/>
    <w:rsid w:val="00C547EB"/>
    <w:rsid w:val="00C93547"/>
    <w:rsid w:val="00C94DF8"/>
    <w:rsid w:val="00CA5648"/>
    <w:rsid w:val="00CB5ADE"/>
    <w:rsid w:val="00CE0699"/>
    <w:rsid w:val="00CE3C21"/>
    <w:rsid w:val="00D0573F"/>
    <w:rsid w:val="00D07416"/>
    <w:rsid w:val="00D40BBD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7AE"/>
    <w:rsid w:val="00EA79EE"/>
    <w:rsid w:val="00EC3D8D"/>
    <w:rsid w:val="00EF6CAF"/>
    <w:rsid w:val="00F04879"/>
    <w:rsid w:val="00F077A0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211</TotalTime>
  <Pages>2</Pages>
  <Words>304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dohod04</cp:lastModifiedBy>
  <cp:revision>37</cp:revision>
  <cp:lastPrinted>2018-01-11T11:16:00Z</cp:lastPrinted>
  <dcterms:created xsi:type="dcterms:W3CDTF">2016-03-02T11:22:00Z</dcterms:created>
  <dcterms:modified xsi:type="dcterms:W3CDTF">2019-02-05T07:58:00Z</dcterms:modified>
</cp:coreProperties>
</file>