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C13532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 </w:t>
      </w:r>
      <w:r w:rsidRPr="00C13532">
        <w:rPr>
          <w:sz w:val="28"/>
          <w:u w:val="single"/>
        </w:rPr>
        <w:t>06.12.201</w:t>
      </w:r>
      <w:r>
        <w:rPr>
          <w:sz w:val="28"/>
        </w:rPr>
        <w:t>8</w:t>
      </w:r>
      <w:r w:rsidR="0028045B">
        <w:rPr>
          <w:sz w:val="28"/>
        </w:rPr>
        <w:t xml:space="preserve">          </w:t>
      </w:r>
      <w:r w:rsidR="001B5527">
        <w:rPr>
          <w:sz w:val="28"/>
        </w:rPr>
        <w:t xml:space="preserve">                                  </w:t>
      </w:r>
      <w:r w:rsidR="00622E47">
        <w:rPr>
          <w:sz w:val="28"/>
        </w:rPr>
        <w:t xml:space="preserve">                                    </w:t>
      </w:r>
      <w:r w:rsidR="0028045B">
        <w:rPr>
          <w:sz w:val="28"/>
        </w:rPr>
        <w:t xml:space="preserve">№ </w:t>
      </w:r>
      <w:r w:rsidR="001B5527">
        <w:rPr>
          <w:sz w:val="28"/>
        </w:rPr>
        <w:t xml:space="preserve"> </w:t>
      </w:r>
      <w:r w:rsidRPr="00C13532">
        <w:rPr>
          <w:sz w:val="28"/>
          <w:u w:val="single"/>
        </w:rPr>
        <w:t>50</w:t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 w:rsidR="00E84432">
        <w:rPr>
          <w:sz w:val="28"/>
        </w:rPr>
        <w:t xml:space="preserve">              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1B177F">
        <w:rPr>
          <w:sz w:val="28"/>
        </w:rPr>
        <w:t>8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622E47">
        <w:rPr>
          <w:sz w:val="28"/>
        </w:rPr>
        <w:t>32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622E47">
        <w:rPr>
          <w:sz w:val="28"/>
        </w:rPr>
        <w:t>2</w:t>
      </w:r>
      <w:r w:rsidR="00372649">
        <w:rPr>
          <w:sz w:val="28"/>
        </w:rPr>
        <w:t>.12.201</w:t>
      </w:r>
      <w:r w:rsidR="00622E47">
        <w:rPr>
          <w:sz w:val="28"/>
        </w:rPr>
        <w:t>7</w:t>
      </w:r>
      <w:r w:rsidR="001D118F">
        <w:rPr>
          <w:sz w:val="28"/>
        </w:rPr>
        <w:t xml:space="preserve"> № </w:t>
      </w:r>
      <w:r w:rsidR="00622E47">
        <w:rPr>
          <w:sz w:val="28"/>
        </w:rPr>
        <w:t>537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622E47">
        <w:rPr>
          <w:sz w:val="28"/>
          <w:szCs w:val="28"/>
        </w:rPr>
        <w:t>8</w:t>
      </w:r>
      <w:r w:rsidRPr="007C3A87">
        <w:rPr>
          <w:sz w:val="28"/>
          <w:szCs w:val="28"/>
        </w:rPr>
        <w:t xml:space="preserve"> год</w:t>
      </w:r>
      <w:r w:rsidR="0039496C">
        <w:rPr>
          <w:sz w:val="28"/>
          <w:szCs w:val="28"/>
        </w:rPr>
        <w:t xml:space="preserve"> и на плановый период 201</w:t>
      </w:r>
      <w:r w:rsidR="00622E47">
        <w:rPr>
          <w:sz w:val="28"/>
          <w:szCs w:val="28"/>
        </w:rPr>
        <w:t>9</w:t>
      </w:r>
      <w:r w:rsidR="0039496C">
        <w:rPr>
          <w:sz w:val="28"/>
          <w:szCs w:val="28"/>
        </w:rPr>
        <w:t xml:space="preserve"> и 20</w:t>
      </w:r>
      <w:r w:rsidR="00622E47">
        <w:rPr>
          <w:sz w:val="28"/>
          <w:szCs w:val="28"/>
        </w:rPr>
        <w:t>20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0A348E">
        <w:rPr>
          <w:sz w:val="28"/>
        </w:rPr>
        <w:t>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622E47">
        <w:rPr>
          <w:sz w:val="28"/>
        </w:rPr>
        <w:t>8</w:t>
      </w:r>
      <w:r>
        <w:rPr>
          <w:sz w:val="28"/>
        </w:rPr>
        <w:t xml:space="preserve"> год:</w:t>
      </w:r>
    </w:p>
    <w:p w:rsidR="00D522CA" w:rsidRDefault="00ED381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главе</w:t>
      </w:r>
      <w:r w:rsidR="007241F2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3C3EF9">
        <w:rPr>
          <w:rFonts w:ascii="Times New Roman CYR" w:hAnsi="Times New Roman CYR" w:cs="Times New Roman CYR"/>
          <w:sz w:val="28"/>
          <w:szCs w:val="28"/>
        </w:rPr>
        <w:t>916 Управление архитектуры и градостроительства Администрации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» </w:t>
      </w:r>
      <w:r w:rsidR="006B2A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код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</w:t>
      </w: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39496C" w:rsidRPr="0047430F" w:rsidTr="00622E47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EC3D8D" w:rsidP="00ED381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 w:rsidR="003C3EF9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1 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05040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0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8C6B3F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ED381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1</w:t>
            </w:r>
            <w:r w:rsidR="00F55D8A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5987" w:type="dxa"/>
            <w:shd w:val="clear" w:color="auto" w:fill="auto"/>
          </w:tcPr>
          <w:p w:rsidR="00EC3D8D" w:rsidRDefault="00622E47" w:rsidP="0015048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Прочие 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неналоговые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доходы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бюджетов </w:t>
            </w:r>
          </w:p>
          <w:p w:rsidR="00622E47" w:rsidRDefault="00150485" w:rsidP="0015048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городских  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округов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(сумма платежа)</w:t>
            </w:r>
          </w:p>
          <w:p w:rsidR="00622E47" w:rsidRPr="0047430F" w:rsidRDefault="00622E47" w:rsidP="0028045B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22E47" w:rsidRPr="0047430F" w:rsidTr="00622E47">
        <w:trPr>
          <w:trHeight w:val="717"/>
        </w:trPr>
        <w:tc>
          <w:tcPr>
            <w:tcW w:w="3652" w:type="dxa"/>
            <w:shd w:val="clear" w:color="auto" w:fill="auto"/>
          </w:tcPr>
          <w:p w:rsidR="00622E47" w:rsidRPr="0047430F" w:rsidRDefault="008C6B3F" w:rsidP="00ED381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916 1 17 05040 04 20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ED381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 xml:space="preserve"> 1</w:t>
            </w:r>
            <w:r w:rsidR="00F55D8A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622E47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5987" w:type="dxa"/>
            <w:shd w:val="clear" w:color="auto" w:fill="auto"/>
          </w:tcPr>
          <w:p w:rsidR="00622E47" w:rsidRDefault="00622E47" w:rsidP="0015048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Прочие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неналоговые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доходы 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бюджетов </w:t>
            </w:r>
          </w:p>
          <w:p w:rsidR="00622E47" w:rsidRDefault="00622E47" w:rsidP="00ED3815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городских округов</w:t>
            </w:r>
            <w:r w:rsidR="00150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(пени и проценты)</w:t>
            </w:r>
          </w:p>
          <w:p w:rsidR="00ED3815" w:rsidRPr="00ED3815" w:rsidRDefault="00ED3815" w:rsidP="00ED3815">
            <w:pPr>
              <w:ind w:right="140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</w:tbl>
    <w:p w:rsidR="00E934C1" w:rsidRDefault="00ED3815" w:rsidP="00EC3D8D">
      <w:pPr>
        <w:pStyle w:val="a9"/>
        <w:tabs>
          <w:tab w:val="clear" w:pos="4153"/>
          <w:tab w:val="clear" w:pos="8306"/>
          <w:tab w:val="left" w:pos="3975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исключить.</w:t>
      </w:r>
    </w:p>
    <w:p w:rsidR="00ED3815" w:rsidRPr="00ED3815" w:rsidRDefault="00ED3815" w:rsidP="00EC3D8D">
      <w:pPr>
        <w:pStyle w:val="a9"/>
        <w:tabs>
          <w:tab w:val="clear" w:pos="4153"/>
          <w:tab w:val="clear" w:pos="8306"/>
          <w:tab w:val="left" w:pos="3975"/>
        </w:tabs>
        <w:jc w:val="both"/>
        <w:rPr>
          <w:rFonts w:ascii="Times New Roman CYR" w:hAnsi="Times New Roman CYR" w:cs="Times New Roman CYR"/>
          <w:sz w:val="10"/>
          <w:szCs w:val="10"/>
        </w:rPr>
      </w:pPr>
    </w:p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622E47">
        <w:rPr>
          <w:rFonts w:ascii="Times New Roman CYR" w:hAnsi="Times New Roman CYR" w:cs="Times New Roman CYR"/>
          <w:sz w:val="28"/>
          <w:szCs w:val="28"/>
        </w:rPr>
        <w:t>8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0EDD">
        <w:rPr>
          <w:rFonts w:ascii="Times New Roman CYR" w:hAnsi="Times New Roman CYR" w:cs="Times New Roman CYR"/>
          <w:sz w:val="28"/>
          <w:szCs w:val="28"/>
        </w:rPr>
        <w:t xml:space="preserve">Управление Федерального казначейства по Смоленской области                                и </w:t>
      </w:r>
      <w:r w:rsidR="009E51C8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</w:t>
      </w:r>
      <w:r w:rsidR="00ED3815">
        <w:rPr>
          <w:rFonts w:ascii="Times New Roman CYR" w:hAnsi="Times New Roman CYR" w:cs="Times New Roman CYR"/>
          <w:sz w:val="28"/>
          <w:szCs w:val="28"/>
        </w:rPr>
        <w:t>изменение</w:t>
      </w:r>
      <w:r>
        <w:rPr>
          <w:rFonts w:ascii="Times New Roman CYR" w:hAnsi="Times New Roman CYR" w:cs="Times New Roman CYR"/>
          <w:sz w:val="28"/>
          <w:szCs w:val="28"/>
        </w:rPr>
        <w:t xml:space="preserve">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45B" w:rsidRDefault="0028045B">
      <w:r>
        <w:separator/>
      </w:r>
    </w:p>
  </w:endnote>
  <w:endnote w:type="continuationSeparator" w:id="1">
    <w:p w:rsidR="0028045B" w:rsidRDefault="00280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45B" w:rsidRDefault="0028045B">
      <w:r>
        <w:separator/>
      </w:r>
    </w:p>
  </w:footnote>
  <w:footnote w:type="continuationSeparator" w:id="1">
    <w:p w:rsidR="0028045B" w:rsidRDefault="00280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5B" w:rsidRDefault="00F551B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8045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045B" w:rsidRDefault="0028045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5B" w:rsidRDefault="00F551B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8045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13532">
      <w:rPr>
        <w:rStyle w:val="ab"/>
        <w:noProof/>
      </w:rPr>
      <w:t>2</w:t>
    </w:r>
    <w:r>
      <w:rPr>
        <w:rStyle w:val="ab"/>
      </w:rPr>
      <w:fldChar w:fldCharType="end"/>
    </w:r>
  </w:p>
  <w:p w:rsidR="0028045B" w:rsidRDefault="0028045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15CB8"/>
    <w:rsid w:val="0004157F"/>
    <w:rsid w:val="000432C9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0485"/>
    <w:rsid w:val="0015327C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759DF"/>
    <w:rsid w:val="0039496C"/>
    <w:rsid w:val="00394E19"/>
    <w:rsid w:val="003A3E82"/>
    <w:rsid w:val="003C3EF9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B2A03"/>
    <w:rsid w:val="006F5C07"/>
    <w:rsid w:val="006F745B"/>
    <w:rsid w:val="0071282C"/>
    <w:rsid w:val="007241F2"/>
    <w:rsid w:val="007411B7"/>
    <w:rsid w:val="00743AF2"/>
    <w:rsid w:val="00753C35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C6B3F"/>
    <w:rsid w:val="008E5023"/>
    <w:rsid w:val="008E7BA2"/>
    <w:rsid w:val="00900B1D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7398E"/>
    <w:rsid w:val="00BA6032"/>
    <w:rsid w:val="00C13532"/>
    <w:rsid w:val="00C22604"/>
    <w:rsid w:val="00C547EB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C3D8D"/>
    <w:rsid w:val="00ED3815"/>
    <w:rsid w:val="00EF6CAF"/>
    <w:rsid w:val="00F04879"/>
    <w:rsid w:val="00F50D56"/>
    <w:rsid w:val="00F541EA"/>
    <w:rsid w:val="00F551BE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131</TotalTime>
  <Pages>2</Pages>
  <Words>258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dohod04</cp:lastModifiedBy>
  <cp:revision>31</cp:revision>
  <cp:lastPrinted>2018-07-05T10:49:00Z</cp:lastPrinted>
  <dcterms:created xsi:type="dcterms:W3CDTF">2016-03-02T11:22:00Z</dcterms:created>
  <dcterms:modified xsi:type="dcterms:W3CDTF">2019-02-05T07:59:00Z</dcterms:modified>
</cp:coreProperties>
</file>