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011380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28.12.2020</w:t>
      </w:r>
      <w:r w:rsidR="00795955">
        <w:rPr>
          <w:sz w:val="28"/>
        </w:rPr>
        <w:t xml:space="preserve">                                                                                      </w:t>
      </w:r>
      <w:r>
        <w:rPr>
          <w:sz w:val="28"/>
        </w:rPr>
        <w:t xml:space="preserve">            </w:t>
      </w:r>
      <w:r w:rsidR="00795955">
        <w:rPr>
          <w:sz w:val="28"/>
        </w:rPr>
        <w:t xml:space="preserve">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>
        <w:rPr>
          <w:sz w:val="28"/>
          <w:u w:val="single"/>
        </w:rPr>
        <w:t>66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517BD6">
        <w:rPr>
          <w:sz w:val="28"/>
        </w:rPr>
        <w:t>я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3571C1">
      <w:pPr>
        <w:pStyle w:val="a9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органов местного самоуправления, отраслевых (функциональных) органов Администрации города Смоленска</w:t>
      </w:r>
      <w:r w:rsidR="00517BD6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A30EFC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A82287">
        <w:rPr>
          <w:sz w:val="28"/>
        </w:rPr>
        <w:t>2</w:t>
      </w:r>
      <w:r w:rsidR="00BE3EED">
        <w:rPr>
          <w:sz w:val="28"/>
        </w:rPr>
        <w:t xml:space="preserve"> «</w:t>
      </w:r>
      <w:r w:rsidR="00A82287">
        <w:rPr>
          <w:rFonts w:ascii="Times New Roman CYR" w:hAnsi="Times New Roman CYR" w:cs="Times New Roman CYR"/>
          <w:sz w:val="28"/>
          <w:szCs w:val="28"/>
        </w:rPr>
        <w:t>Администрация</w:t>
      </w:r>
      <w:bookmarkStart w:id="0" w:name="_GoBack"/>
      <w:bookmarkEnd w:id="0"/>
      <w:r w:rsidR="003571C1">
        <w:rPr>
          <w:rFonts w:ascii="Times New Roman CYR" w:hAnsi="Times New Roman CYR" w:cs="Times New Roman CYR"/>
          <w:sz w:val="28"/>
          <w:szCs w:val="28"/>
        </w:rPr>
        <w:t xml:space="preserve"> города Смоленска</w:t>
      </w:r>
      <w:r w:rsidR="00BE3EED">
        <w:rPr>
          <w:sz w:val="28"/>
        </w:rPr>
        <w:t>» дополнить код</w:t>
      </w:r>
      <w:r w:rsidR="00876D65">
        <w:rPr>
          <w:sz w:val="28"/>
        </w:rPr>
        <w:t>ом</w:t>
      </w:r>
      <w:r w:rsidR="00BE3EED"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3571C1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A82287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3571C1" w:rsidRDefault="003571C1" w:rsidP="003571C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906843">
              <w:rPr>
                <w:sz w:val="28"/>
                <w:szCs w:val="28"/>
                <w:lang w:val="en-US"/>
              </w:rPr>
              <w:t>49999</w:t>
            </w:r>
            <w:r>
              <w:rPr>
                <w:sz w:val="28"/>
                <w:szCs w:val="28"/>
              </w:rPr>
              <w:t xml:space="preserve"> 04 0000 150</w:t>
            </w:r>
          </w:p>
          <w:p w:rsidR="00F3425D" w:rsidRDefault="00F3425D" w:rsidP="00876D65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3571C1" w:rsidRPr="009F11AD" w:rsidRDefault="009F11AD" w:rsidP="003571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городских округов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9D0475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A30EF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 w:rsidR="00876D65">
        <w:rPr>
          <w:sz w:val="28"/>
        </w:rPr>
        <w:t xml:space="preserve">         </w:t>
      </w:r>
      <w:r>
        <w:rPr>
          <w:sz w:val="28"/>
        </w:rPr>
        <w:t xml:space="preserve">                          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BD6" w:rsidRDefault="00517BD6">
      <w:r>
        <w:separator/>
      </w:r>
    </w:p>
  </w:endnote>
  <w:endnote w:type="continuationSeparator" w:id="0">
    <w:p w:rsidR="00517BD6" w:rsidRDefault="00517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BD6" w:rsidRDefault="00517BD6">
      <w:r>
        <w:separator/>
      </w:r>
    </w:p>
  </w:footnote>
  <w:footnote w:type="continuationSeparator" w:id="0">
    <w:p w:rsidR="00517BD6" w:rsidRDefault="00517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D6" w:rsidRDefault="0074197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17BD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17BD6" w:rsidRDefault="00517BD6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D6" w:rsidRDefault="0074197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17BD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17BD6">
      <w:rPr>
        <w:rStyle w:val="ab"/>
        <w:noProof/>
      </w:rPr>
      <w:t>2</w:t>
    </w:r>
    <w:r>
      <w:rPr>
        <w:rStyle w:val="ab"/>
      </w:rPr>
      <w:fldChar w:fldCharType="end"/>
    </w:r>
  </w:p>
  <w:p w:rsidR="00517BD6" w:rsidRDefault="00517BD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11380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571C1"/>
    <w:rsid w:val="00367B1D"/>
    <w:rsid w:val="00372649"/>
    <w:rsid w:val="0039496C"/>
    <w:rsid w:val="00394E19"/>
    <w:rsid w:val="003A3E82"/>
    <w:rsid w:val="00403354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17BD6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33D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4197E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D65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06843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11AD"/>
    <w:rsid w:val="009F2297"/>
    <w:rsid w:val="00A0560E"/>
    <w:rsid w:val="00A30EFC"/>
    <w:rsid w:val="00A544BF"/>
    <w:rsid w:val="00A55979"/>
    <w:rsid w:val="00A66293"/>
    <w:rsid w:val="00A82287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379A0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DF33A-E745-409D-A62C-BBD54BED8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332</TotalTime>
  <Pages>1</Pages>
  <Words>152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46</cp:revision>
  <cp:lastPrinted>2020-12-28T06:51:00Z</cp:lastPrinted>
  <dcterms:created xsi:type="dcterms:W3CDTF">2016-03-02T11:22:00Z</dcterms:created>
  <dcterms:modified xsi:type="dcterms:W3CDTF">2020-12-28T07:11:00Z</dcterms:modified>
</cp:coreProperties>
</file>