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792305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15.01.2020</w:t>
      </w:r>
      <w:r w:rsidR="00795955">
        <w:rPr>
          <w:sz w:val="28"/>
        </w:rPr>
        <w:t xml:space="preserve">                                                                                     </w:t>
      </w:r>
      <w:r>
        <w:rPr>
          <w:sz w:val="28"/>
        </w:rPr>
        <w:t xml:space="preserve">        </w:t>
      </w:r>
      <w:r w:rsidR="00795955">
        <w:rPr>
          <w:sz w:val="28"/>
        </w:rPr>
        <w:t xml:space="preserve"> </w:t>
      </w:r>
      <w:r w:rsidR="0028045B">
        <w:rPr>
          <w:sz w:val="28"/>
        </w:rPr>
        <w:t>№</w:t>
      </w:r>
      <w:r w:rsidR="009C3FA0">
        <w:rPr>
          <w:sz w:val="28"/>
        </w:rPr>
        <w:t xml:space="preserve"> </w:t>
      </w:r>
      <w:r>
        <w:rPr>
          <w:sz w:val="28"/>
          <w:u w:val="single"/>
        </w:rPr>
        <w:t>4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1945CE">
        <w:rPr>
          <w:sz w:val="28"/>
        </w:rPr>
        <w:t>й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главных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 xml:space="preserve">– органов местного самоуправления, отраслевых (функциональных) органов </w:t>
      </w:r>
      <w:bookmarkStart w:id="0" w:name="_GoBack"/>
      <w:bookmarkEnd w:id="0"/>
      <w:r w:rsidR="00AC7A5D">
        <w:rPr>
          <w:sz w:val="28"/>
        </w:rPr>
        <w:t xml:space="preserve">Администрации города </w:t>
      </w:r>
      <w:proofErr w:type="gramStart"/>
      <w:r w:rsidR="00AC7A5D">
        <w:rPr>
          <w:sz w:val="28"/>
        </w:rPr>
        <w:t>Смоленска</w:t>
      </w:r>
      <w:proofErr w:type="gramEnd"/>
      <w:r w:rsidR="00EE5B26">
        <w:rPr>
          <w:sz w:val="28"/>
        </w:rPr>
        <w:t xml:space="preserve"> следующие изменения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85417E">
        <w:rPr>
          <w:sz w:val="28"/>
        </w:rPr>
        <w:t>4</w:t>
      </w:r>
      <w:r>
        <w:rPr>
          <w:sz w:val="28"/>
        </w:rPr>
        <w:t xml:space="preserve"> «Администрация </w:t>
      </w:r>
      <w:r w:rsidR="00CE5FB9">
        <w:rPr>
          <w:sz w:val="28"/>
        </w:rPr>
        <w:t>Заднепровского</w:t>
      </w:r>
      <w:r w:rsidR="0085417E">
        <w:rPr>
          <w:sz w:val="28"/>
        </w:rPr>
        <w:t xml:space="preserve"> района </w:t>
      </w:r>
      <w:r>
        <w:rPr>
          <w:sz w:val="28"/>
        </w:rPr>
        <w:t>города Смоленска» дополнить кодами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85417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85417E"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85417E" w:rsidRDefault="0085417E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1 11 09044 04 0000 120</w:t>
            </w:r>
          </w:p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85417E" w:rsidRDefault="0085417E" w:rsidP="0085417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F3425D" w:rsidRPr="00795955" w:rsidTr="00F3425D">
        <w:trPr>
          <w:trHeight w:val="855"/>
        </w:trPr>
        <w:tc>
          <w:tcPr>
            <w:tcW w:w="817" w:type="dxa"/>
          </w:tcPr>
          <w:p w:rsidR="00F3425D" w:rsidRDefault="00F3425D" w:rsidP="0085417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85417E">
              <w:rPr>
                <w:iCs/>
                <w:sz w:val="28"/>
                <w:szCs w:val="28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85417E" w:rsidRDefault="0085417E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1 11 09044 04 1000 120</w:t>
            </w:r>
          </w:p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F3425D" w:rsidRDefault="0085417E" w:rsidP="00EE5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85417E">
              <w:rPr>
                <w:sz w:val="28"/>
                <w:szCs w:val="28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85417E" w:rsidRPr="00795955" w:rsidRDefault="0085417E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85417E" w:rsidRPr="00795955" w:rsidTr="00F3425D">
        <w:trPr>
          <w:trHeight w:val="855"/>
        </w:trPr>
        <w:tc>
          <w:tcPr>
            <w:tcW w:w="817" w:type="dxa"/>
          </w:tcPr>
          <w:p w:rsidR="0085417E" w:rsidRDefault="0085417E" w:rsidP="0085417E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904</w:t>
            </w:r>
          </w:p>
        </w:tc>
        <w:tc>
          <w:tcPr>
            <w:tcW w:w="3119" w:type="dxa"/>
            <w:shd w:val="clear" w:color="auto" w:fill="auto"/>
          </w:tcPr>
          <w:p w:rsidR="0085417E" w:rsidRDefault="0085417E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1 11 09044 04 2000 120</w:t>
            </w:r>
          </w:p>
          <w:p w:rsidR="0085417E" w:rsidRDefault="0085417E" w:rsidP="0085417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85417E" w:rsidRDefault="0085417E" w:rsidP="00EE5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5417E">
              <w:rPr>
                <w:sz w:val="28"/>
                <w:szCs w:val="28"/>
              </w:rPr>
              <w:t>Пени и проценты по соответствующему платежу</w:t>
            </w:r>
          </w:p>
        </w:tc>
      </w:tr>
    </w:tbl>
    <w:p w:rsidR="0085417E" w:rsidRDefault="0085417E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E5B26" w:rsidRDefault="0085417E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    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(Т.В. </w:t>
      </w:r>
      <w:proofErr w:type="spellStart"/>
      <w:r w:rsidR="00EE5B26">
        <w:rPr>
          <w:rFonts w:ascii="Times New Roman CYR" w:hAnsi="Times New Roman CYR" w:cs="Times New Roman CYR"/>
          <w:sz w:val="28"/>
          <w:szCs w:val="28"/>
        </w:rPr>
        <w:t>Голубева</w:t>
      </w:r>
      <w:proofErr w:type="spellEnd"/>
      <w:r w:rsidR="00EE5B26">
        <w:rPr>
          <w:rFonts w:ascii="Times New Roman CYR" w:hAnsi="Times New Roman CYR" w:cs="Times New Roman CYR"/>
          <w:sz w:val="28"/>
          <w:szCs w:val="28"/>
        </w:rPr>
        <w:t xml:space="preserve">) </w:t>
      </w:r>
      <w:r w:rsidR="00EE5B26">
        <w:rPr>
          <w:rFonts w:ascii="Times New Roman CYR" w:hAnsi="Times New Roman CYR" w:cs="Times New Roman CYR"/>
          <w:sz w:val="28"/>
          <w:szCs w:val="28"/>
        </w:rPr>
        <w:lastRenderedPageBreak/>
        <w:t>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>настоящий   приказ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до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сведения   главного  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EE5B26">
        <w:rPr>
          <w:rFonts w:ascii="Times New Roman CYR" w:hAnsi="Times New Roman CYR" w:cs="Times New Roman CYR"/>
          <w:sz w:val="28"/>
          <w:szCs w:val="28"/>
        </w:rPr>
        <w:t>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>города  Смоленска</w:t>
      </w:r>
      <w:proofErr w:type="gramEnd"/>
      <w:r w:rsidR="00EE5B26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</w:t>
      </w:r>
      <w:r w:rsidR="00813839">
        <w:rPr>
          <w:sz w:val="28"/>
        </w:rPr>
        <w:t xml:space="preserve"> </w:t>
      </w:r>
      <w:r>
        <w:rPr>
          <w:sz w:val="28"/>
        </w:rPr>
        <w:t xml:space="preserve">                       </w:t>
      </w:r>
      <w:r w:rsidR="00F2020B">
        <w:rPr>
          <w:sz w:val="28"/>
        </w:rPr>
        <w:t xml:space="preserve">  </w:t>
      </w:r>
      <w:r>
        <w:rPr>
          <w:sz w:val="28"/>
        </w:rPr>
        <w:t xml:space="preserve">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9006AD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9006AD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92305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2305"/>
    <w:rsid w:val="00795955"/>
    <w:rsid w:val="007B1CB2"/>
    <w:rsid w:val="007C4F6A"/>
    <w:rsid w:val="007D1482"/>
    <w:rsid w:val="007E6D42"/>
    <w:rsid w:val="00802349"/>
    <w:rsid w:val="008044F6"/>
    <w:rsid w:val="00813839"/>
    <w:rsid w:val="0083208A"/>
    <w:rsid w:val="00837257"/>
    <w:rsid w:val="00853FE7"/>
    <w:rsid w:val="0085417E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6AD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CE5FB9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34179-CCC5-4EE9-A252-204BF1531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295</TotalTime>
  <Pages>2</Pages>
  <Words>245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43</cp:revision>
  <cp:lastPrinted>2020-01-13T09:50:00Z</cp:lastPrinted>
  <dcterms:created xsi:type="dcterms:W3CDTF">2016-03-02T11:22:00Z</dcterms:created>
  <dcterms:modified xsi:type="dcterms:W3CDTF">2020-01-16T06:52:00Z</dcterms:modified>
</cp:coreProperties>
</file>