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222818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16.06.2020</w:t>
      </w:r>
      <w:r w:rsidR="00795955">
        <w:rPr>
          <w:sz w:val="28"/>
        </w:rPr>
        <w:t xml:space="preserve">                                                                               </w:t>
      </w:r>
      <w:r>
        <w:rPr>
          <w:sz w:val="28"/>
        </w:rPr>
        <w:t xml:space="preserve">         </w:t>
      </w:r>
      <w:r w:rsidR="00795955">
        <w:rPr>
          <w:sz w:val="28"/>
        </w:rPr>
        <w:t xml:space="preserve">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26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941D4E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923</w:t>
      </w:r>
      <w:r w:rsidR="00BE3EED">
        <w:rPr>
          <w:sz w:val="28"/>
        </w:rPr>
        <w:t xml:space="preserve"> </w:t>
      </w:r>
      <w:r>
        <w:rPr>
          <w:sz w:val="28"/>
        </w:rPr>
        <w:t>«Управление дорожного хозяйства и строительства</w:t>
      </w:r>
      <w:r w:rsidRPr="00941D4E">
        <w:rPr>
          <w:sz w:val="28"/>
        </w:rPr>
        <w:t xml:space="preserve"> </w:t>
      </w:r>
      <w:r>
        <w:rPr>
          <w:sz w:val="28"/>
        </w:rPr>
        <w:t>Администрации города Смоленска»</w:t>
      </w:r>
      <w:r w:rsidR="00BE3EED">
        <w:rPr>
          <w:sz w:val="28"/>
        </w:rPr>
        <w:t xml:space="preserve">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941D4E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2 02 25255 04 0000 150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благоустройство зданий государственных      и муниципальных общеобразовательных организаций в целях соблюдения  требований к воздушно-тепловому режиму, водоснабжению и канализации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7074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27074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2A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2818"/>
    <w:rsid w:val="00225F47"/>
    <w:rsid w:val="00235A25"/>
    <w:rsid w:val="002444E9"/>
    <w:rsid w:val="00262410"/>
    <w:rsid w:val="00270746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154AB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795"/>
    <w:rsid w:val="008E7BA2"/>
    <w:rsid w:val="00900B1D"/>
    <w:rsid w:val="00903F8C"/>
    <w:rsid w:val="009151D3"/>
    <w:rsid w:val="00915270"/>
    <w:rsid w:val="00925C58"/>
    <w:rsid w:val="00941D4E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3D75B-6E05-4D57-B97C-A2B162D7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323</TotalTime>
  <Pages>1</Pages>
  <Words>208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49</cp:revision>
  <cp:lastPrinted>2020-06-15T09:11:00Z</cp:lastPrinted>
  <dcterms:created xsi:type="dcterms:W3CDTF">2016-03-02T11:22:00Z</dcterms:created>
  <dcterms:modified xsi:type="dcterms:W3CDTF">2020-06-16T08:18:00Z</dcterms:modified>
</cp:coreProperties>
</file>